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C60DAE">
        <w:rPr>
          <w:rFonts w:ascii="Arial Narrow" w:hAnsi="Arial Narrow"/>
          <w:sz w:val="18"/>
          <w:lang w:val="de-DE"/>
        </w:rPr>
        <w:fldChar w:fldCharType="begin"/>
      </w:r>
      <w:r w:rsidRPr="00C60DAE">
        <w:rPr>
          <w:rFonts w:ascii="Arial Narrow" w:hAnsi="Arial Narrow"/>
          <w:sz w:val="18"/>
          <w:lang w:val="de-DE"/>
        </w:rPr>
        <w:instrText>ADVANCE \Y 77.95</w:instrText>
      </w:r>
      <w:r w:rsidRPr="00C60DAE">
        <w:rPr>
          <w:rFonts w:ascii="Arial Narrow" w:hAnsi="Arial Narrow"/>
          <w:sz w:val="18"/>
          <w:lang w:val="de-DE"/>
        </w:rPr>
        <w:fldChar w:fldCharType="end"/>
      </w:r>
      <w:r w:rsidR="006204D1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5A3FA4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11</w:t>
      </w:r>
      <w:r w:rsidR="006204D1">
        <w:rPr>
          <w:rFonts w:ascii="Arial Narrow" w:hAnsi="Arial Narrow"/>
          <w:sz w:val="22"/>
          <w:lang w:val="de-DE"/>
        </w:rPr>
        <w:t>. Sitzung | S</w:t>
      </w:r>
      <w:r w:rsidR="006D786F">
        <w:rPr>
          <w:rFonts w:ascii="Arial Narrow" w:hAnsi="Arial Narrow"/>
          <w:sz w:val="22"/>
          <w:lang w:val="de-DE"/>
        </w:rPr>
        <w:t>o</w:t>
      </w:r>
      <w:r w:rsidR="006204D1">
        <w:rPr>
          <w:rFonts w:ascii="Arial Narrow" w:hAnsi="Arial Narrow"/>
          <w:sz w:val="22"/>
          <w:lang w:val="de-DE"/>
        </w:rPr>
        <w:t>S</w:t>
      </w:r>
      <w:r w:rsidR="006D786F">
        <w:rPr>
          <w:rFonts w:ascii="Arial Narrow" w:hAnsi="Arial Narrow"/>
          <w:sz w:val="22"/>
          <w:lang w:val="de-DE"/>
        </w:rPr>
        <w:t>o</w:t>
      </w:r>
      <w:r w:rsidR="006204D1">
        <w:rPr>
          <w:rFonts w:ascii="Arial Narrow" w:hAnsi="Arial Narrow"/>
          <w:sz w:val="22"/>
          <w:lang w:val="de-DE"/>
        </w:rPr>
        <w:t>15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E609C1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AD195E">
        <w:rPr>
          <w:rFonts w:ascii="Arial Narrow" w:hAnsi="Arial Narrow"/>
          <w:noProof/>
          <w:sz w:val="22"/>
          <w:lang w:val="de-DE"/>
        </w:rPr>
        <w:t>10.06.2015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80CCC">
        <w:rPr>
          <w:rFonts w:ascii="Arial Narrow" w:hAnsi="Arial Narrow"/>
          <w:sz w:val="22"/>
          <w:lang w:val="de-DE"/>
        </w:rPr>
        <w:t>13:00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5A3FA4" w:rsidRDefault="005A3FA4" w:rsidP="001E344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Verleihliste sollte regelmäßig kontrolliert werden </w:t>
      </w:r>
      <w:r w:rsidRPr="005A3FA4">
        <w:rPr>
          <w:rFonts w:ascii="Arial Narrow" w:hAnsi="Arial Narrow"/>
          <w:sz w:val="22"/>
          <w:lang w:val="de-DE"/>
        </w:rPr>
        <w:sym w:font="Wingdings" w:char="F0E0"/>
      </w:r>
      <w:r>
        <w:rPr>
          <w:rFonts w:ascii="Arial Narrow" w:hAnsi="Arial Narrow"/>
          <w:sz w:val="22"/>
          <w:lang w:val="de-DE"/>
        </w:rPr>
        <w:t xml:space="preserve"> Wer machts`?</w:t>
      </w:r>
    </w:p>
    <w:p w:rsidR="009C62DB" w:rsidRDefault="009C62DB" w:rsidP="001E344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Badminton =&gt; neue 3 Schläger? (3 noch vorhanden) Kosten: 40 € pro Stück</w:t>
      </w:r>
    </w:p>
    <w:p w:rsidR="00864542" w:rsidRDefault="00864542" w:rsidP="001E344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Boden alte Cafete</w:t>
      </w:r>
    </w:p>
    <w:p w:rsidR="00C60DC3" w:rsidRDefault="00C60DC3" w:rsidP="001E344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HSB</w:t>
      </w:r>
    </w:p>
    <w:p w:rsidR="00C60DC3" w:rsidRDefault="00C60DC3" w:rsidP="001E344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Ersti Party WS15/16 ?</w:t>
      </w:r>
    </w:p>
    <w:p w:rsidR="00C60DC3" w:rsidRDefault="00C60DC3" w:rsidP="001E344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 Ausflug</w:t>
      </w:r>
    </w:p>
    <w:p w:rsidR="00C60DC3" w:rsidRDefault="00C60DC3" w:rsidP="001E344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Getränkeabrechnung Mai</w:t>
      </w:r>
    </w:p>
    <w:p w:rsidR="00AD195E" w:rsidRDefault="00AD195E" w:rsidP="001E344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Referatsraum</w:t>
      </w:r>
      <w:bookmarkStart w:id="0" w:name="_GoBack"/>
      <w:bookmarkEnd w:id="0"/>
    </w:p>
    <w:p w:rsidR="001E3445" w:rsidRPr="001E3445" w:rsidRDefault="003A7E3B" w:rsidP="001E3445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sectPr w:rsidR="001E3445" w:rsidRPr="001E3445" w:rsidSect="007F04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D9" w:rsidRDefault="009764D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D9" w:rsidRDefault="009764D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D9" w:rsidRDefault="009764D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D9" w:rsidRDefault="009764D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6204D1">
      <w:rPr>
        <w:rFonts w:ascii="Arial Narrow" w:hAnsi="Arial Narrow"/>
        <w:sz w:val="20"/>
        <w:lang w:val="de-DE"/>
      </w:rPr>
      <w:t>S</w:t>
    </w:r>
    <w:r w:rsidR="009764D9">
      <w:rPr>
        <w:rFonts w:ascii="Arial Narrow" w:hAnsi="Arial Narrow"/>
        <w:sz w:val="20"/>
        <w:lang w:val="de-DE"/>
      </w:rPr>
      <w:t>o</w:t>
    </w:r>
    <w:r w:rsidR="006204D1">
      <w:rPr>
        <w:rFonts w:ascii="Arial Narrow" w:hAnsi="Arial Narrow"/>
        <w:sz w:val="20"/>
        <w:lang w:val="de-DE"/>
      </w:rPr>
      <w:t>S</w:t>
    </w:r>
    <w:r w:rsidR="009764D9">
      <w:rPr>
        <w:rFonts w:ascii="Arial Narrow" w:hAnsi="Arial Narrow"/>
        <w:sz w:val="20"/>
        <w:lang w:val="de-DE"/>
      </w:rPr>
      <w:t>e</w:t>
    </w:r>
    <w:r w:rsidR="006204D1">
      <w:rPr>
        <w:rFonts w:ascii="Arial Narrow" w:hAnsi="Arial Narrow"/>
        <w:sz w:val="20"/>
        <w:lang w:val="de-DE"/>
      </w:rPr>
      <w:t>15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AD195E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D9" w:rsidRDefault="009764D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B350298"/>
    <w:multiLevelType w:val="hybridMultilevel"/>
    <w:tmpl w:val="5E8CAD4E"/>
    <w:lvl w:ilvl="0" w:tplc="A1CC9A1A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0225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01781"/>
    <w:rsid w:val="00010829"/>
    <w:rsid w:val="00017963"/>
    <w:rsid w:val="0002372E"/>
    <w:rsid w:val="000243CF"/>
    <w:rsid w:val="0003734E"/>
    <w:rsid w:val="000459F9"/>
    <w:rsid w:val="00052A2E"/>
    <w:rsid w:val="00063E3E"/>
    <w:rsid w:val="00066BC0"/>
    <w:rsid w:val="000755CE"/>
    <w:rsid w:val="00094624"/>
    <w:rsid w:val="000973A0"/>
    <w:rsid w:val="000A4FD2"/>
    <w:rsid w:val="000B2E2D"/>
    <w:rsid w:val="000C1EB8"/>
    <w:rsid w:val="000C2A6E"/>
    <w:rsid w:val="000D74D9"/>
    <w:rsid w:val="00101AEF"/>
    <w:rsid w:val="00102F33"/>
    <w:rsid w:val="00103636"/>
    <w:rsid w:val="0011608E"/>
    <w:rsid w:val="001173D6"/>
    <w:rsid w:val="0012684C"/>
    <w:rsid w:val="001364FA"/>
    <w:rsid w:val="0014473D"/>
    <w:rsid w:val="00144E86"/>
    <w:rsid w:val="00145644"/>
    <w:rsid w:val="0019761B"/>
    <w:rsid w:val="001C7E80"/>
    <w:rsid w:val="001D3317"/>
    <w:rsid w:val="001D47FD"/>
    <w:rsid w:val="001E3445"/>
    <w:rsid w:val="001E4141"/>
    <w:rsid w:val="001F5D4C"/>
    <w:rsid w:val="00200D09"/>
    <w:rsid w:val="00203683"/>
    <w:rsid w:val="00211E26"/>
    <w:rsid w:val="00217A7C"/>
    <w:rsid w:val="00273332"/>
    <w:rsid w:val="00274830"/>
    <w:rsid w:val="00280AD9"/>
    <w:rsid w:val="0028733C"/>
    <w:rsid w:val="002A108C"/>
    <w:rsid w:val="002A158B"/>
    <w:rsid w:val="002A571F"/>
    <w:rsid w:val="002B1A01"/>
    <w:rsid w:val="002D090B"/>
    <w:rsid w:val="002E7327"/>
    <w:rsid w:val="002F2BD0"/>
    <w:rsid w:val="002F2E54"/>
    <w:rsid w:val="00310FD9"/>
    <w:rsid w:val="0031113D"/>
    <w:rsid w:val="00312F4D"/>
    <w:rsid w:val="0031477C"/>
    <w:rsid w:val="003339C0"/>
    <w:rsid w:val="00333D17"/>
    <w:rsid w:val="0034237A"/>
    <w:rsid w:val="00347611"/>
    <w:rsid w:val="0036697F"/>
    <w:rsid w:val="003733CC"/>
    <w:rsid w:val="003775B0"/>
    <w:rsid w:val="00380CCC"/>
    <w:rsid w:val="00381C67"/>
    <w:rsid w:val="00396AA7"/>
    <w:rsid w:val="003A7E3B"/>
    <w:rsid w:val="003B669B"/>
    <w:rsid w:val="004108F1"/>
    <w:rsid w:val="00424215"/>
    <w:rsid w:val="00425EF5"/>
    <w:rsid w:val="004359A0"/>
    <w:rsid w:val="00441B0C"/>
    <w:rsid w:val="00466C95"/>
    <w:rsid w:val="00487AF4"/>
    <w:rsid w:val="00490B21"/>
    <w:rsid w:val="00490CDB"/>
    <w:rsid w:val="004D1F62"/>
    <w:rsid w:val="00501683"/>
    <w:rsid w:val="00501BD9"/>
    <w:rsid w:val="00503A8C"/>
    <w:rsid w:val="00532D30"/>
    <w:rsid w:val="00543129"/>
    <w:rsid w:val="005442B8"/>
    <w:rsid w:val="00552E34"/>
    <w:rsid w:val="00556B49"/>
    <w:rsid w:val="005619ED"/>
    <w:rsid w:val="00565545"/>
    <w:rsid w:val="00577F83"/>
    <w:rsid w:val="005A3FA4"/>
    <w:rsid w:val="005B1C22"/>
    <w:rsid w:val="005B52A2"/>
    <w:rsid w:val="005F45A2"/>
    <w:rsid w:val="00602994"/>
    <w:rsid w:val="00606F9B"/>
    <w:rsid w:val="00610EEC"/>
    <w:rsid w:val="006204D1"/>
    <w:rsid w:val="00672DC6"/>
    <w:rsid w:val="00685893"/>
    <w:rsid w:val="00686ECB"/>
    <w:rsid w:val="006A01E2"/>
    <w:rsid w:val="006A0CE7"/>
    <w:rsid w:val="006A2577"/>
    <w:rsid w:val="006A6E9D"/>
    <w:rsid w:val="006C4D68"/>
    <w:rsid w:val="006D0A34"/>
    <w:rsid w:val="006D786F"/>
    <w:rsid w:val="006E2FC8"/>
    <w:rsid w:val="006F419F"/>
    <w:rsid w:val="006F55D7"/>
    <w:rsid w:val="007116B6"/>
    <w:rsid w:val="007159E6"/>
    <w:rsid w:val="007173E9"/>
    <w:rsid w:val="00733F99"/>
    <w:rsid w:val="007364E7"/>
    <w:rsid w:val="00742C7E"/>
    <w:rsid w:val="00761B22"/>
    <w:rsid w:val="0076384A"/>
    <w:rsid w:val="00766556"/>
    <w:rsid w:val="00784186"/>
    <w:rsid w:val="007956EF"/>
    <w:rsid w:val="007B1EB9"/>
    <w:rsid w:val="007C767B"/>
    <w:rsid w:val="007D46E4"/>
    <w:rsid w:val="007D7C7C"/>
    <w:rsid w:val="007E031D"/>
    <w:rsid w:val="007E2248"/>
    <w:rsid w:val="007F047A"/>
    <w:rsid w:val="00802C4B"/>
    <w:rsid w:val="00802C61"/>
    <w:rsid w:val="00804127"/>
    <w:rsid w:val="008046FF"/>
    <w:rsid w:val="008052CE"/>
    <w:rsid w:val="00813522"/>
    <w:rsid w:val="00815DF3"/>
    <w:rsid w:val="0081784D"/>
    <w:rsid w:val="00843F45"/>
    <w:rsid w:val="008457B3"/>
    <w:rsid w:val="0086150A"/>
    <w:rsid w:val="00864542"/>
    <w:rsid w:val="008743D8"/>
    <w:rsid w:val="008767BF"/>
    <w:rsid w:val="008864DE"/>
    <w:rsid w:val="008C250E"/>
    <w:rsid w:val="008C477B"/>
    <w:rsid w:val="008D0EC7"/>
    <w:rsid w:val="008D16EC"/>
    <w:rsid w:val="008D2BDB"/>
    <w:rsid w:val="008F7364"/>
    <w:rsid w:val="00927544"/>
    <w:rsid w:val="009301A0"/>
    <w:rsid w:val="00937828"/>
    <w:rsid w:val="00960306"/>
    <w:rsid w:val="00967DD8"/>
    <w:rsid w:val="009757B0"/>
    <w:rsid w:val="009764D9"/>
    <w:rsid w:val="009866E5"/>
    <w:rsid w:val="009906B7"/>
    <w:rsid w:val="009B0D2B"/>
    <w:rsid w:val="009B7B2F"/>
    <w:rsid w:val="009C2A35"/>
    <w:rsid w:val="009C62DB"/>
    <w:rsid w:val="009D3E73"/>
    <w:rsid w:val="009E6CE4"/>
    <w:rsid w:val="009E79C2"/>
    <w:rsid w:val="00A05515"/>
    <w:rsid w:val="00A448D9"/>
    <w:rsid w:val="00A44D35"/>
    <w:rsid w:val="00A47324"/>
    <w:rsid w:val="00A545B9"/>
    <w:rsid w:val="00A87E62"/>
    <w:rsid w:val="00A94BC2"/>
    <w:rsid w:val="00AD195E"/>
    <w:rsid w:val="00AD70BC"/>
    <w:rsid w:val="00AE757F"/>
    <w:rsid w:val="00AF264D"/>
    <w:rsid w:val="00B03346"/>
    <w:rsid w:val="00B04116"/>
    <w:rsid w:val="00B04368"/>
    <w:rsid w:val="00B136A5"/>
    <w:rsid w:val="00B16463"/>
    <w:rsid w:val="00B21886"/>
    <w:rsid w:val="00B23B5E"/>
    <w:rsid w:val="00B25462"/>
    <w:rsid w:val="00B262CA"/>
    <w:rsid w:val="00B27F1E"/>
    <w:rsid w:val="00B31937"/>
    <w:rsid w:val="00B456F2"/>
    <w:rsid w:val="00B51224"/>
    <w:rsid w:val="00B81E42"/>
    <w:rsid w:val="00B83D82"/>
    <w:rsid w:val="00B86965"/>
    <w:rsid w:val="00BA10A5"/>
    <w:rsid w:val="00BA497A"/>
    <w:rsid w:val="00BD4E8B"/>
    <w:rsid w:val="00BE1515"/>
    <w:rsid w:val="00BE3D6D"/>
    <w:rsid w:val="00BE7FEC"/>
    <w:rsid w:val="00C00055"/>
    <w:rsid w:val="00C1435E"/>
    <w:rsid w:val="00C22F83"/>
    <w:rsid w:val="00C34467"/>
    <w:rsid w:val="00C46942"/>
    <w:rsid w:val="00C60DAE"/>
    <w:rsid w:val="00C60DC3"/>
    <w:rsid w:val="00C63840"/>
    <w:rsid w:val="00C772CC"/>
    <w:rsid w:val="00C82C9C"/>
    <w:rsid w:val="00C9531D"/>
    <w:rsid w:val="00CA423D"/>
    <w:rsid w:val="00CA5DF7"/>
    <w:rsid w:val="00CB371A"/>
    <w:rsid w:val="00CB5BD5"/>
    <w:rsid w:val="00CC3422"/>
    <w:rsid w:val="00CD7327"/>
    <w:rsid w:val="00CD74B4"/>
    <w:rsid w:val="00CE1F64"/>
    <w:rsid w:val="00CE513C"/>
    <w:rsid w:val="00CF0EE6"/>
    <w:rsid w:val="00D0241F"/>
    <w:rsid w:val="00D23BBC"/>
    <w:rsid w:val="00D24AA6"/>
    <w:rsid w:val="00D4751D"/>
    <w:rsid w:val="00D523B8"/>
    <w:rsid w:val="00D52E25"/>
    <w:rsid w:val="00D55BFE"/>
    <w:rsid w:val="00D56D60"/>
    <w:rsid w:val="00D62D7D"/>
    <w:rsid w:val="00D803B9"/>
    <w:rsid w:val="00D94C60"/>
    <w:rsid w:val="00DA50F2"/>
    <w:rsid w:val="00DC53DA"/>
    <w:rsid w:val="00DD1790"/>
    <w:rsid w:val="00DD6348"/>
    <w:rsid w:val="00DE1F6C"/>
    <w:rsid w:val="00E1673A"/>
    <w:rsid w:val="00E206F4"/>
    <w:rsid w:val="00E36789"/>
    <w:rsid w:val="00E44604"/>
    <w:rsid w:val="00E52891"/>
    <w:rsid w:val="00E5513A"/>
    <w:rsid w:val="00E609C1"/>
    <w:rsid w:val="00E66A27"/>
    <w:rsid w:val="00E713D7"/>
    <w:rsid w:val="00E715F5"/>
    <w:rsid w:val="00E81768"/>
    <w:rsid w:val="00E82DB8"/>
    <w:rsid w:val="00E90352"/>
    <w:rsid w:val="00E97E93"/>
    <w:rsid w:val="00EA30A5"/>
    <w:rsid w:val="00EB31F2"/>
    <w:rsid w:val="00EC61B7"/>
    <w:rsid w:val="00F15EEB"/>
    <w:rsid w:val="00F51884"/>
    <w:rsid w:val="00F55E54"/>
    <w:rsid w:val="00F81CCA"/>
    <w:rsid w:val="00F834DE"/>
    <w:rsid w:val="00F85BF5"/>
    <w:rsid w:val="00F903DD"/>
    <w:rsid w:val="00FA7365"/>
    <w:rsid w:val="00FB4507"/>
    <w:rsid w:val="00FD2F2E"/>
    <w:rsid w:val="00FF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0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8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56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Erik Meiß</cp:lastModifiedBy>
  <cp:revision>12</cp:revision>
  <cp:lastPrinted>2015-06-03T10:55:00Z</cp:lastPrinted>
  <dcterms:created xsi:type="dcterms:W3CDTF">2015-06-03T16:18:00Z</dcterms:created>
  <dcterms:modified xsi:type="dcterms:W3CDTF">2015-06-10T10:50:00Z</dcterms:modified>
</cp:coreProperties>
</file>